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AB" w:rsidRDefault="00FF7BAB" w:rsidP="00D711CD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</w:rPr>
      </w:pPr>
    </w:p>
    <w:p w:rsidR="00FF7BAB" w:rsidRDefault="00FF7BAB" w:rsidP="00D711CD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FF7BAB" w:rsidRDefault="00FF7BAB" w:rsidP="00D711CD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4B0AA7">
        <w:rPr>
          <w:rFonts w:ascii="Times New Roman" w:hAnsi="Times New Roman" w:cs="Times New Roman"/>
        </w:rPr>
        <w:t>на наукову роботу</w:t>
      </w:r>
      <w:r>
        <w:rPr>
          <w:rFonts w:ascii="Times New Roman" w:hAnsi="Times New Roman" w:cs="Times New Roman"/>
          <w:b w:val="0"/>
          <w:bCs w:val="0"/>
        </w:rPr>
        <w:t>«Окупаційний режим», представленуна Конкурс</w:t>
      </w:r>
    </w:p>
    <w:p w:rsidR="00FF7BAB" w:rsidRPr="007773CC" w:rsidRDefault="00FF7BAB" w:rsidP="007773CC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bookmarkStart w:id="0" w:name="_Hlk509643529"/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FF7BAB" w:rsidRDefault="00FF7BAB" w:rsidP="007773CC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Pr="007773CC">
        <w:rPr>
          <w:rFonts w:ascii="Times New Roman" w:hAnsi="Times New Roman" w:cs="Times New Roman"/>
          <w:b w:val="0"/>
          <w:bCs w:val="0"/>
        </w:rPr>
        <w:t>пеціальність «Історія та археологія»</w:t>
      </w:r>
    </w:p>
    <w:bookmarkEnd w:id="0"/>
    <w:p w:rsidR="00FF7BAB" w:rsidRPr="0070250D" w:rsidRDefault="00FF7BAB" w:rsidP="00D711CD">
      <w:pPr>
        <w:ind w:right="279"/>
        <w:rPr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FF7BAB" w:rsidRPr="001D3639" w:rsidRDefault="00FF7BAB" w:rsidP="00D711CD">
      <w:pPr>
        <w:ind w:right="279"/>
        <w:rPr>
          <w:sz w:val="20"/>
          <w:szCs w:val="20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FF7BAB" w:rsidRPr="00F12061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8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FF7BAB" w:rsidRPr="00F12061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5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FF7BAB" w:rsidRPr="00670E8C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14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F7BAB" w:rsidRPr="00E264B2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8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  <w:vAlign w:val="bottom"/>
          </w:tcPr>
          <w:p w:rsidR="00FF7BAB" w:rsidRPr="00D711CD" w:rsidRDefault="00FF7BAB" w:rsidP="00A50C0D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–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FF7BAB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F7BAB" w:rsidRPr="00F12061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3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F7BAB" w:rsidRPr="00E264B2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10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F7BAB" w:rsidRPr="00BA6623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FF7BAB" w:rsidRPr="00E07F0C">
        <w:tc>
          <w:tcPr>
            <w:tcW w:w="828" w:type="dxa"/>
          </w:tcPr>
          <w:p w:rsidR="00FF7BAB" w:rsidRPr="00D711CD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FF7BAB" w:rsidRPr="00D711CD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FF7BAB" w:rsidRPr="00E264B2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20</w:t>
            </w: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FF7BAB" w:rsidRPr="00BA6623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Актуальністьзазначена недостатньо чітко.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Default="00FF7BAB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FF7BAB" w:rsidRPr="00A67D31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змісті роботи не завжди показано результативність методів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Робота носить більше емпіричний характер, ніж теоретичний.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Default="00FF7BAB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FF7BAB" w:rsidRPr="00A50C0D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Доцільно було б залучити матеріали документної збірки «Архіви окупації». У роботі не використано публікації І. Боровика та І. Патриляка «Україна в роки другої світової війни», дослідження Інституту голокосту «Ткума», праці В. Гриневича, І. Щупака та ін.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Default="00FF7BAB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FF7BAB" w:rsidRPr="00A50C0D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Default="00FF7BAB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Бібліографічний опис подано не за останнім стандартом ДСТУ 8302.15. Наявні граматичні та стилістичні хиби.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Default="00FF7BAB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28" w:type="dxa"/>
          </w:tcPr>
          <w:p w:rsidR="00FF7BAB" w:rsidRPr="004B0AA7" w:rsidRDefault="00FF7BAB" w:rsidP="00F877A9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 роботі викладено основні події, не подано їх аналізу. Відсутні рефлексії щодо достовірності даних використаних джерел.</w:t>
            </w:r>
          </w:p>
        </w:tc>
        <w:tc>
          <w:tcPr>
            <w:tcW w:w="1980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BAB" w:rsidRPr="004B0AA7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BAB" w:rsidRPr="00E07F0C">
        <w:tc>
          <w:tcPr>
            <w:tcW w:w="8928" w:type="dxa"/>
            <w:gridSpan w:val="3"/>
          </w:tcPr>
          <w:p w:rsidR="00FF7BAB" w:rsidRPr="004B0AA7" w:rsidRDefault="00FF7BAB" w:rsidP="00F877A9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0A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FF7BAB" w:rsidRPr="00BA6623" w:rsidRDefault="00FF7BAB" w:rsidP="00F877A9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</w:tr>
    </w:tbl>
    <w:p w:rsidR="00FF7BAB" w:rsidRDefault="00FF7BAB" w:rsidP="00D711CD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p w:rsidR="00FF7BAB" w:rsidRPr="00D711CD" w:rsidRDefault="00FF7BAB" w:rsidP="00D711CD"/>
    <w:sectPr w:rsidR="00FF7BAB" w:rsidRPr="00D711CD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BAB" w:rsidRDefault="00FF7BAB">
      <w:r>
        <w:separator/>
      </w:r>
    </w:p>
  </w:endnote>
  <w:endnote w:type="continuationSeparator" w:id="1">
    <w:p w:rsidR="00FF7BAB" w:rsidRDefault="00FF7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BAB" w:rsidRDefault="00FF7BAB">
      <w:r>
        <w:separator/>
      </w:r>
    </w:p>
  </w:footnote>
  <w:footnote w:type="continuationSeparator" w:id="1">
    <w:p w:rsidR="00FF7BAB" w:rsidRDefault="00FF7B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74E4E"/>
    <w:rsid w:val="00095574"/>
    <w:rsid w:val="000A4DF5"/>
    <w:rsid w:val="000A604E"/>
    <w:rsid w:val="000C05BA"/>
    <w:rsid w:val="000D01D0"/>
    <w:rsid w:val="00100C3A"/>
    <w:rsid w:val="00104328"/>
    <w:rsid w:val="00110E85"/>
    <w:rsid w:val="00112D71"/>
    <w:rsid w:val="00171D72"/>
    <w:rsid w:val="001D3639"/>
    <w:rsid w:val="001E5594"/>
    <w:rsid w:val="00205386"/>
    <w:rsid w:val="00215D19"/>
    <w:rsid w:val="00222F47"/>
    <w:rsid w:val="002249CB"/>
    <w:rsid w:val="002309C4"/>
    <w:rsid w:val="00263370"/>
    <w:rsid w:val="002904ED"/>
    <w:rsid w:val="002D53E2"/>
    <w:rsid w:val="002D6414"/>
    <w:rsid w:val="002E7350"/>
    <w:rsid w:val="003010D0"/>
    <w:rsid w:val="003262FB"/>
    <w:rsid w:val="00342C06"/>
    <w:rsid w:val="00370266"/>
    <w:rsid w:val="00375656"/>
    <w:rsid w:val="003B084C"/>
    <w:rsid w:val="003C72AE"/>
    <w:rsid w:val="00411F31"/>
    <w:rsid w:val="004373CE"/>
    <w:rsid w:val="004B0AA7"/>
    <w:rsid w:val="004C332C"/>
    <w:rsid w:val="004D62EC"/>
    <w:rsid w:val="005017B6"/>
    <w:rsid w:val="00574BB6"/>
    <w:rsid w:val="00582657"/>
    <w:rsid w:val="00595A6A"/>
    <w:rsid w:val="005A0A5F"/>
    <w:rsid w:val="005A317C"/>
    <w:rsid w:val="005C18B1"/>
    <w:rsid w:val="005C3070"/>
    <w:rsid w:val="005C4CD9"/>
    <w:rsid w:val="005C6EC7"/>
    <w:rsid w:val="00604FC9"/>
    <w:rsid w:val="00670E8C"/>
    <w:rsid w:val="00671C1B"/>
    <w:rsid w:val="00687900"/>
    <w:rsid w:val="006F17BD"/>
    <w:rsid w:val="00702253"/>
    <w:rsid w:val="0070250D"/>
    <w:rsid w:val="00731739"/>
    <w:rsid w:val="007773CC"/>
    <w:rsid w:val="007840CA"/>
    <w:rsid w:val="007E3D1F"/>
    <w:rsid w:val="00824F1C"/>
    <w:rsid w:val="00835F55"/>
    <w:rsid w:val="008622DD"/>
    <w:rsid w:val="008627E8"/>
    <w:rsid w:val="00884F0F"/>
    <w:rsid w:val="008C77D2"/>
    <w:rsid w:val="008D5012"/>
    <w:rsid w:val="008E162F"/>
    <w:rsid w:val="008F2C4C"/>
    <w:rsid w:val="008F33F8"/>
    <w:rsid w:val="009D138B"/>
    <w:rsid w:val="00A252A8"/>
    <w:rsid w:val="00A26DB6"/>
    <w:rsid w:val="00A31165"/>
    <w:rsid w:val="00A50C0D"/>
    <w:rsid w:val="00A5680F"/>
    <w:rsid w:val="00A67D31"/>
    <w:rsid w:val="00AD724E"/>
    <w:rsid w:val="00B11F05"/>
    <w:rsid w:val="00BA6623"/>
    <w:rsid w:val="00BC36BC"/>
    <w:rsid w:val="00BF731A"/>
    <w:rsid w:val="00C14F70"/>
    <w:rsid w:val="00C21B7F"/>
    <w:rsid w:val="00C44405"/>
    <w:rsid w:val="00C7185F"/>
    <w:rsid w:val="00C768F6"/>
    <w:rsid w:val="00D32652"/>
    <w:rsid w:val="00D5791A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254C6"/>
    <w:rsid w:val="00E264B2"/>
    <w:rsid w:val="00E93EFC"/>
    <w:rsid w:val="00E96DE8"/>
    <w:rsid w:val="00EA170F"/>
    <w:rsid w:val="00EB763F"/>
    <w:rsid w:val="00ED501A"/>
    <w:rsid w:val="00F12061"/>
    <w:rsid w:val="00F41DD7"/>
    <w:rsid w:val="00F67262"/>
    <w:rsid w:val="00F71C96"/>
    <w:rsid w:val="00F877A9"/>
    <w:rsid w:val="00F935E6"/>
    <w:rsid w:val="00FA2B1A"/>
    <w:rsid w:val="00FC4CC4"/>
    <w:rsid w:val="00FD76DD"/>
    <w:rsid w:val="00FE19B4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vertAlign w:val="superscript"/>
    </w:rPr>
  </w:style>
  <w:style w:type="character" w:styleId="PageNumber">
    <w:name w:val="page number"/>
    <w:basedOn w:val="DefaultParagraphFont"/>
    <w:uiPriority w:val="99"/>
    <w:rsid w:val="00375656"/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239</Words>
  <Characters>1365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user</cp:lastModifiedBy>
  <cp:revision>4</cp:revision>
  <cp:lastPrinted>2017-05-29T09:41:00Z</cp:lastPrinted>
  <dcterms:created xsi:type="dcterms:W3CDTF">2018-03-24T09:33:00Z</dcterms:created>
  <dcterms:modified xsi:type="dcterms:W3CDTF">2018-03-26T15:53:00Z</dcterms:modified>
</cp:coreProperties>
</file>